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r w:rsidR="0046754B">
        <w:rPr>
          <w:rFonts w:ascii="Times New Roman" w:hAnsi="Times New Roman" w:cs="Times New Roman"/>
          <w:b/>
          <w:bCs/>
          <w:lang w:val="bg-BG"/>
        </w:rPr>
        <w:t>…………………………………………………………………………………</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 xml:space="preserve">1. Не съм осъден с влязла в сила присъда за престъпление по чл. 108а, чл. 159а – 159г, чл. 172, чл. 192а, чл. 194 – 217, чл. 219 – 252, чл. 253 – 260, чл. 301 – 307, чл. 321, 321а и </w:t>
      </w:r>
      <w:r w:rsidR="004445CD">
        <w:rPr>
          <w:rFonts w:ascii="Times New Roman" w:hAnsi="Times New Roman" w:cs="Times New Roman"/>
          <w:lang w:val="bg-BG"/>
        </w:rPr>
        <w:t xml:space="preserve">       </w:t>
      </w:r>
      <w:r w:rsidRPr="006C36F1">
        <w:rPr>
          <w:rFonts w:ascii="Times New Roman" w:hAnsi="Times New Roman" w:cs="Times New Roman"/>
          <w:lang w:val="bg-BG"/>
        </w:rPr>
        <w:t>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30824"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w:t>
      </w:r>
      <w:r w:rsidR="00070F31" w:rsidRPr="006C36F1">
        <w:rPr>
          <w:rFonts w:ascii="Times New Roman" w:hAnsi="Times New Roman" w:cs="Times New Roman"/>
          <w:lang w:val="bg-BG"/>
        </w:rPr>
        <w:t>.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r w:rsidR="00AF6101">
        <w:rPr>
          <w:rFonts w:ascii="Times New Roman" w:hAnsi="Times New Roman" w:cs="Times New Roman"/>
          <w:lang w:val="bg-BG"/>
        </w:rPr>
        <w:t xml:space="preserve"> или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ttachedTemplate r:id="rId1"/>
  <w:stylePaneFormatFilter w:val="3F01"/>
  <w:trackRevisions/>
  <w:defaultTabStop w:val="708"/>
  <w:hyphenationZone w:val="425"/>
  <w:characterSpacingControl w:val="doNotCompress"/>
  <w:compat/>
  <w:rsids>
    <w:rsidRoot w:val="001C2137"/>
    <w:rsid w:val="000202F3"/>
    <w:rsid w:val="00030824"/>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C2137"/>
    <w:rsid w:val="001D37A8"/>
    <w:rsid w:val="001E7937"/>
    <w:rsid w:val="001F30A5"/>
    <w:rsid w:val="00206034"/>
    <w:rsid w:val="00217247"/>
    <w:rsid w:val="00281910"/>
    <w:rsid w:val="002D40C9"/>
    <w:rsid w:val="002F57AD"/>
    <w:rsid w:val="003451EA"/>
    <w:rsid w:val="00366021"/>
    <w:rsid w:val="00392073"/>
    <w:rsid w:val="003A0A9B"/>
    <w:rsid w:val="003C71DE"/>
    <w:rsid w:val="003D698F"/>
    <w:rsid w:val="003F5CA4"/>
    <w:rsid w:val="00400C61"/>
    <w:rsid w:val="004135EF"/>
    <w:rsid w:val="004445CD"/>
    <w:rsid w:val="00461DCA"/>
    <w:rsid w:val="0046754B"/>
    <w:rsid w:val="00480A2F"/>
    <w:rsid w:val="0050063A"/>
    <w:rsid w:val="00532A96"/>
    <w:rsid w:val="00556CB2"/>
    <w:rsid w:val="00571526"/>
    <w:rsid w:val="005B0C4C"/>
    <w:rsid w:val="005C7C9F"/>
    <w:rsid w:val="005F26A8"/>
    <w:rsid w:val="005F4A0F"/>
    <w:rsid w:val="0063386F"/>
    <w:rsid w:val="0063681B"/>
    <w:rsid w:val="0067177F"/>
    <w:rsid w:val="00671AF7"/>
    <w:rsid w:val="006932F6"/>
    <w:rsid w:val="006A2ADF"/>
    <w:rsid w:val="006C03D3"/>
    <w:rsid w:val="006C36F1"/>
    <w:rsid w:val="006F30B6"/>
    <w:rsid w:val="007104BF"/>
    <w:rsid w:val="00711169"/>
    <w:rsid w:val="0072390C"/>
    <w:rsid w:val="00723B37"/>
    <w:rsid w:val="0072429C"/>
    <w:rsid w:val="00731C33"/>
    <w:rsid w:val="00756AFF"/>
    <w:rsid w:val="0077073C"/>
    <w:rsid w:val="0078359C"/>
    <w:rsid w:val="007841CC"/>
    <w:rsid w:val="0078528D"/>
    <w:rsid w:val="007A2C3D"/>
    <w:rsid w:val="007C5802"/>
    <w:rsid w:val="007E4A77"/>
    <w:rsid w:val="008041DD"/>
    <w:rsid w:val="00813B5E"/>
    <w:rsid w:val="008430AC"/>
    <w:rsid w:val="008457BF"/>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AF6101"/>
    <w:rsid w:val="00B04FCC"/>
    <w:rsid w:val="00B07CA3"/>
    <w:rsid w:val="00B1194C"/>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5A6"/>
    <w:rsid w:val="00D94E71"/>
    <w:rsid w:val="00D958BB"/>
    <w:rsid w:val="00DD38AE"/>
    <w:rsid w:val="00DF360E"/>
    <w:rsid w:val="00E2492A"/>
    <w:rsid w:val="00EB276E"/>
    <w:rsid w:val="00EB53A4"/>
    <w:rsid w:val="00F55C8C"/>
    <w:rsid w:val="00F66E90"/>
    <w:rsid w:val="00F70DB3"/>
    <w:rsid w:val="00F74D79"/>
    <w:rsid w:val="00F81593"/>
    <w:rsid w:val="00FB07D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01.03.2019&#1075;\&#1044;&#1054;&#1050;&#1059;&#1052;&#1045;&#1053;&#1058;&#1040;&#1062;&#1048;&#1048;%20&#1047;&#1054;&#1055;%2001.03.2019\&#1057;&#1066;&#1041;&#1048;&#1056;&#1040;&#1053;&#1045;%20&#1053;&#1040;%20&#1054;&#1060;&#1045;&#1056;&#1058;&#1048;%20&#1057;%20&#1054;&#1041;&#1071;&#1042;&#1040;\&#1044;&#1077;&#1082;&#1083;&#1072;&#1088;&#1072;&#1094;&#1080;&#1103;%20&#1087;&#1086;%20&#1095;&#1083;.54,&#1072;&#1083;.1,&#1090;.1,2&#1080;7%20&#1086;&#1090;%20&#1047;&#1054;&#105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чл.54,ал.1,т.1,2и7 от ЗОП.dotx</Template>
  <TotalTime>0</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lvlazarova</dc:creator>
  <cp:lastModifiedBy>lvlazarova</cp:lastModifiedBy>
  <cp:revision>1</cp:revision>
  <cp:lastPrinted>2017-09-04T09:05:00Z</cp:lastPrinted>
  <dcterms:created xsi:type="dcterms:W3CDTF">2019-05-30T11:23:00Z</dcterms:created>
  <dcterms:modified xsi:type="dcterms:W3CDTF">2019-05-30T11:23:00Z</dcterms:modified>
</cp:coreProperties>
</file>